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D0FF9" w14:textId="77777777" w:rsidR="00522E43" w:rsidRPr="00F00A97" w:rsidRDefault="00522E43" w:rsidP="00C04AE4">
      <w:pPr>
        <w:pStyle w:val="Corptext"/>
        <w:ind w:right="413"/>
        <w:jc w:val="right"/>
        <w:rPr>
          <w:rFonts w:ascii="Calibri" w:hAnsi="Calibri" w:cs="Calibri"/>
        </w:rPr>
      </w:pPr>
      <w:r w:rsidRPr="00F00A97">
        <w:rPr>
          <w:rFonts w:ascii="Calibri" w:hAnsi="Calibri" w:cs="Calibri"/>
        </w:rPr>
        <w:t>Anexa</w:t>
      </w:r>
      <w:r w:rsidR="006D0D6A">
        <w:rPr>
          <w:rFonts w:ascii="Calibri" w:hAnsi="Calibri" w:cs="Calibri"/>
        </w:rPr>
        <w:t xml:space="preserve"> 4</w:t>
      </w:r>
    </w:p>
    <w:p w14:paraId="20BA889E" w14:textId="77777777" w:rsidR="00522E43" w:rsidRPr="00F00A97" w:rsidRDefault="00522E43" w:rsidP="001B674D">
      <w:pPr>
        <w:jc w:val="both"/>
        <w:rPr>
          <w:rFonts w:ascii="Calibri" w:hAnsi="Calibri" w:cs="Calibri"/>
          <w:b/>
        </w:rPr>
      </w:pPr>
    </w:p>
    <w:p w14:paraId="2F17E1FA" w14:textId="77777777" w:rsidR="00C04AE4" w:rsidRPr="00F00A97" w:rsidRDefault="00522E43" w:rsidP="00C04AE4">
      <w:pPr>
        <w:pStyle w:val="Corp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Pr="00F00A97">
        <w:rPr>
          <w:rFonts w:ascii="Calibri" w:hAnsi="Calibri" w:cs="Calibri"/>
        </w:rPr>
        <w:t xml:space="preserve">CONFORMITATII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14:paraId="4244FFB9" w14:textId="77777777" w:rsidR="00522E43" w:rsidRPr="00F00A97" w:rsidRDefault="00522E43" w:rsidP="00C04AE4">
      <w:pPr>
        <w:pStyle w:val="Corp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14:paraId="6C13361E" w14:textId="77777777" w:rsidR="00522E43" w:rsidRPr="00F00A97" w:rsidRDefault="00522E43" w:rsidP="001B674D">
      <w:pPr>
        <w:jc w:val="both"/>
        <w:rPr>
          <w:rFonts w:ascii="Calibri" w:hAnsi="Calibri" w:cs="Calibri"/>
          <w:b/>
        </w:rPr>
      </w:pPr>
    </w:p>
    <w:p w14:paraId="38101BE7" w14:textId="77777777"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14:paraId="13F9D9E9" w14:textId="7777777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14:paraId="5D0B4243" w14:textId="77777777"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14:paraId="7B8EA6F0"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732983C0"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34060A91" w14:textId="77777777" w:rsidR="0047188D" w:rsidRPr="0047188D" w:rsidRDefault="0047188D" w:rsidP="0047188D">
            <w:pPr>
              <w:pStyle w:val="TableParagraph"/>
              <w:jc w:val="both"/>
              <w:rPr>
                <w:rFonts w:ascii="Calibri" w:hAnsi="Calibri" w:cs="Calibri"/>
              </w:rPr>
            </w:pPr>
            <w:r>
              <w:rPr>
                <w:rFonts w:ascii="Calibri" w:hAnsi="Calibri" w:cs="Calibri"/>
                <w:sz w:val="24"/>
                <w:szCs w:val="24"/>
              </w:rPr>
              <w:t xml:space="preserve">5 </w:t>
            </w:r>
            <w:r w:rsidRPr="0047188D">
              <w:rPr>
                <w:rFonts w:ascii="Calibri" w:hAnsi="Calibri" w:cs="Calibri"/>
              </w:rPr>
              <w:t>O REGIUNE ACCESIBILĂ</w:t>
            </w:r>
          </w:p>
          <w:p w14:paraId="1AB0613A" w14:textId="66D0279A" w:rsidR="00522E43" w:rsidRPr="00F00A97" w:rsidRDefault="00522E43" w:rsidP="001B674D">
            <w:pPr>
              <w:pStyle w:val="TableParagraph"/>
              <w:jc w:val="both"/>
              <w:rPr>
                <w:rFonts w:ascii="Calibri" w:hAnsi="Calibri" w:cs="Calibri"/>
                <w:sz w:val="24"/>
                <w:szCs w:val="24"/>
              </w:rPr>
            </w:pPr>
          </w:p>
        </w:tc>
      </w:tr>
      <w:tr w:rsidR="00522E43" w:rsidRPr="00F00A97" w14:paraId="520C11AD"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2AA74039" w14:textId="77777777"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66F2D2CB" w14:textId="711679DB" w:rsidR="0047188D" w:rsidRPr="0047188D" w:rsidRDefault="0047188D" w:rsidP="0047188D">
            <w:pPr>
              <w:pStyle w:val="TableParagraph"/>
              <w:jc w:val="both"/>
              <w:rPr>
                <w:rFonts w:ascii="Calibri" w:hAnsi="Calibri" w:cs="Calibri"/>
              </w:rPr>
            </w:pPr>
            <w:r>
              <w:rPr>
                <w:rFonts w:ascii="Calibri" w:hAnsi="Calibri" w:cs="Calibri"/>
                <w:sz w:val="24"/>
                <w:szCs w:val="24"/>
              </w:rPr>
              <w:t xml:space="preserve">5.2 </w:t>
            </w:r>
            <w:r w:rsidRPr="0047188D">
              <w:rPr>
                <w:rFonts w:ascii="Calibri" w:hAnsi="Calibri" w:cs="Calibri"/>
              </w:rPr>
              <w:t>Decongestionarea traficului din jurul marilor municipii (reședințe de județ)</w:t>
            </w:r>
            <w:r w:rsidR="00197EB4">
              <w:rPr>
                <w:rFonts w:ascii="Calibri" w:hAnsi="Calibri" w:cs="Calibri"/>
              </w:rPr>
              <w:t xml:space="preserve"> – Apel 2</w:t>
            </w:r>
          </w:p>
          <w:p w14:paraId="6D578812" w14:textId="0C8D9283" w:rsidR="00522E43" w:rsidRPr="00F00A97" w:rsidRDefault="00522E43" w:rsidP="001B674D">
            <w:pPr>
              <w:pStyle w:val="TableParagraph"/>
              <w:jc w:val="both"/>
              <w:rPr>
                <w:rFonts w:ascii="Calibri" w:hAnsi="Calibri" w:cs="Calibri"/>
                <w:sz w:val="24"/>
                <w:szCs w:val="24"/>
              </w:rPr>
            </w:pPr>
          </w:p>
        </w:tc>
      </w:tr>
      <w:tr w:rsidR="00522E43" w:rsidRPr="00F00A97" w14:paraId="25631C8F"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340EEC7F"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3B938506" w14:textId="77777777" w:rsidR="00522E43" w:rsidRPr="00F00A97" w:rsidRDefault="00522E43" w:rsidP="001B674D">
            <w:pPr>
              <w:pStyle w:val="TableParagraph"/>
              <w:jc w:val="both"/>
              <w:rPr>
                <w:rFonts w:ascii="Calibri" w:hAnsi="Calibri" w:cs="Calibri"/>
                <w:sz w:val="24"/>
                <w:szCs w:val="24"/>
              </w:rPr>
            </w:pPr>
          </w:p>
        </w:tc>
      </w:tr>
      <w:tr w:rsidR="00522E43" w:rsidRPr="00F00A97" w14:paraId="356FB7ED"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664B6A92"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76444DF5" w14:textId="0D98A02D" w:rsidR="00522E43" w:rsidRPr="00F00A97" w:rsidRDefault="0047188D" w:rsidP="001B674D">
            <w:pPr>
              <w:pStyle w:val="TableParagraph"/>
              <w:jc w:val="both"/>
              <w:rPr>
                <w:rFonts w:ascii="Calibri" w:hAnsi="Calibri" w:cs="Calibri"/>
                <w:sz w:val="24"/>
                <w:szCs w:val="24"/>
              </w:rPr>
            </w:pPr>
            <w:r>
              <w:rPr>
                <w:rFonts w:ascii="Calibri" w:hAnsi="Calibri" w:cs="Calibri"/>
                <w:sz w:val="24"/>
                <w:szCs w:val="24"/>
              </w:rPr>
              <w:t>2</w:t>
            </w:r>
          </w:p>
        </w:tc>
      </w:tr>
      <w:tr w:rsidR="00522E43" w:rsidRPr="00F00A97" w14:paraId="0AF52D4E"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19EFC5C2"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1E8261F8" w14:textId="77777777" w:rsidR="00522E43" w:rsidRPr="00F00A97" w:rsidRDefault="00522E43" w:rsidP="001B674D">
            <w:pPr>
              <w:pStyle w:val="TableParagraph"/>
              <w:jc w:val="both"/>
              <w:rPr>
                <w:rFonts w:ascii="Calibri" w:hAnsi="Calibri" w:cs="Calibri"/>
                <w:sz w:val="24"/>
                <w:szCs w:val="24"/>
              </w:rPr>
            </w:pPr>
          </w:p>
        </w:tc>
      </w:tr>
      <w:tr w:rsidR="00522E43" w:rsidRPr="00F00A97" w14:paraId="00952339" w14:textId="7777777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14:paraId="7AD7C460" w14:textId="77777777"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14:paraId="42959C2C" w14:textId="77777777" w:rsidR="00522E43" w:rsidRPr="00F00A97" w:rsidRDefault="00522E43" w:rsidP="001B674D">
            <w:pPr>
              <w:pStyle w:val="TableParagraph"/>
              <w:jc w:val="both"/>
              <w:rPr>
                <w:rFonts w:ascii="Calibri" w:hAnsi="Calibri" w:cs="Calibri"/>
                <w:sz w:val="24"/>
                <w:szCs w:val="24"/>
              </w:rPr>
            </w:pPr>
          </w:p>
        </w:tc>
      </w:tr>
    </w:tbl>
    <w:p w14:paraId="7474F003" w14:textId="77777777"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
      <w:tr w:rsidR="00522E43" w:rsidRPr="00F00A97" w14:paraId="3862B211" w14:textId="7777777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52886AC" w14:textId="77777777"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EC342EF" w14:textId="77777777"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3EBAB7B" w14:textId="77777777" w:rsidR="00522E43" w:rsidRPr="00F00A97" w:rsidRDefault="00522E43" w:rsidP="001B674D">
            <w:pPr>
              <w:pStyle w:val="TableParagraph"/>
              <w:ind w:left="110"/>
              <w:jc w:val="both"/>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31E73A9" w14:textId="77777777" w:rsidR="00522E43" w:rsidRPr="00F00A97" w:rsidRDefault="00522E43" w:rsidP="001B674D">
            <w:pPr>
              <w:pStyle w:val="TableParagraph"/>
              <w:ind w:left="115"/>
              <w:jc w:val="both"/>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247FC67" w14:textId="77777777" w:rsidR="00522E43" w:rsidRPr="00F00A97" w:rsidRDefault="00522E43" w:rsidP="001B674D">
            <w:pPr>
              <w:pStyle w:val="TableParagraph"/>
              <w:ind w:left="120"/>
              <w:jc w:val="both"/>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EAAC55F" w14:textId="77777777"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14:paraId="722781F0" w14:textId="7777777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14:paraId="3D5606E0" w14:textId="77777777"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14:paraId="28528AE8" w14:textId="77777777"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14:paraId="01A79D5C"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14:paraId="164C72F2"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14:paraId="0DE25AF3"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14:paraId="3FC7E1A0" w14:textId="77777777" w:rsidR="00522E43" w:rsidRPr="00F00A97" w:rsidRDefault="00522E43" w:rsidP="001B674D">
            <w:pPr>
              <w:pStyle w:val="TableParagraph"/>
              <w:jc w:val="both"/>
              <w:rPr>
                <w:rFonts w:ascii="Calibri" w:hAnsi="Calibri" w:cs="Calibri"/>
                <w:sz w:val="24"/>
                <w:szCs w:val="24"/>
              </w:rPr>
            </w:pPr>
          </w:p>
        </w:tc>
      </w:tr>
      <w:tr w:rsidR="00522E43" w:rsidRPr="00F00A97" w14:paraId="5B331863"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0B0CF5E" w14:textId="77777777" w:rsidR="00522E43" w:rsidRPr="00F00A97" w:rsidRDefault="00522E43" w:rsidP="001B674D">
            <w:pPr>
              <w:pStyle w:val="TableParagraph"/>
              <w:jc w:val="both"/>
              <w:rPr>
                <w:rFonts w:ascii="Calibri" w:hAnsi="Calibri" w:cs="Calibri"/>
                <w:b/>
                <w:sz w:val="24"/>
                <w:szCs w:val="24"/>
              </w:rPr>
            </w:pPr>
          </w:p>
          <w:p w14:paraId="4A103AAA" w14:textId="77777777" w:rsidR="00522E43" w:rsidRPr="00F00A97" w:rsidRDefault="00522E43" w:rsidP="001B674D">
            <w:pPr>
              <w:pStyle w:val="TableParagraph"/>
              <w:jc w:val="both"/>
              <w:rPr>
                <w:rFonts w:ascii="Calibri" w:hAnsi="Calibri" w:cs="Calibri"/>
                <w:b/>
                <w:sz w:val="24"/>
                <w:szCs w:val="24"/>
              </w:rPr>
            </w:pPr>
          </w:p>
          <w:p w14:paraId="6BA76CCA" w14:textId="77777777" w:rsidR="00522E43" w:rsidRPr="00F00A97" w:rsidRDefault="00522E43" w:rsidP="001B674D">
            <w:pPr>
              <w:pStyle w:val="TableParagraph"/>
              <w:jc w:val="both"/>
              <w:rPr>
                <w:rFonts w:ascii="Calibri" w:hAnsi="Calibri" w:cs="Calibri"/>
                <w:b/>
                <w:sz w:val="24"/>
                <w:szCs w:val="24"/>
              </w:rPr>
            </w:pPr>
          </w:p>
          <w:p w14:paraId="110563D7" w14:textId="77777777" w:rsidR="00522E43" w:rsidRPr="00F00A97" w:rsidRDefault="00522E43" w:rsidP="001B674D">
            <w:pPr>
              <w:pStyle w:val="TableParagraph"/>
              <w:numPr>
                <w:ilvl w:val="0"/>
                <w:numId w:val="34"/>
              </w:numPr>
              <w:ind w:right="292"/>
              <w:jc w:val="both"/>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6D3FCA9" w14:textId="77777777"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Pr="00F00A97">
              <w:rPr>
                <w:rFonts w:ascii="Calibri" w:hAnsi="Calibri" w:cs="Calibri"/>
                <w:sz w:val="24"/>
                <w:szCs w:val="24"/>
              </w:rPr>
              <w:t>–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w:t>
            </w:r>
            <w:r w:rsidRPr="00F00A97">
              <w:rPr>
                <w:rFonts w:ascii="Calibri" w:hAnsi="Calibri" w:cs="Calibri"/>
                <w:i/>
                <w:spacing w:val="1"/>
                <w:sz w:val="24"/>
                <w:szCs w:val="24"/>
              </w:rPr>
              <w:t xml:space="preserve"> </w:t>
            </w:r>
            <w:r w:rsidRPr="00F00A97">
              <w:rPr>
                <w:rFonts w:ascii="Calibri" w:hAnsi="Calibri" w:cs="Calibri"/>
                <w:i/>
                <w:sz w:val="24"/>
                <w:szCs w:val="24"/>
              </w:rPr>
              <w:t>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D9092CB"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E5C66D1"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9E11714"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B3F01C1" w14:textId="77777777" w:rsidR="00522E43" w:rsidRPr="00F00A97" w:rsidRDefault="00522E43" w:rsidP="001B674D">
            <w:pPr>
              <w:pStyle w:val="TableParagraph"/>
              <w:jc w:val="both"/>
              <w:rPr>
                <w:rFonts w:ascii="Calibri" w:hAnsi="Calibri" w:cs="Calibri"/>
                <w:sz w:val="24"/>
                <w:szCs w:val="24"/>
              </w:rPr>
            </w:pPr>
          </w:p>
        </w:tc>
      </w:tr>
      <w:tr w:rsidR="00522E43" w:rsidRPr="00F00A97" w14:paraId="5819D2C2"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23B6E8C" w14:textId="77777777"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D0CCFDE" w14:textId="77777777"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14:paraId="7F8F5DC6"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14:paraId="3A0D64E0"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14:paraId="2EE3A73D"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14:paraId="6E939C09"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14:paraId="2FD5ED0C"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14:paraId="3CF3AEDD"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14:paraId="6B883564" w14:textId="77777777"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37526C0"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05C8378"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82C65C4"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A48DB81" w14:textId="77777777" w:rsidR="00522E43" w:rsidRPr="00F00A97" w:rsidRDefault="00522E43" w:rsidP="001B674D">
            <w:pPr>
              <w:pStyle w:val="TableParagraph"/>
              <w:jc w:val="both"/>
              <w:rPr>
                <w:rFonts w:ascii="Calibri" w:hAnsi="Calibri" w:cs="Calibri"/>
                <w:sz w:val="24"/>
                <w:szCs w:val="24"/>
              </w:rPr>
            </w:pPr>
          </w:p>
        </w:tc>
      </w:tr>
      <w:tr w:rsidR="00522E43" w:rsidRPr="00F00A97" w14:paraId="4F7BC777"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1B72FB8" w14:textId="77777777"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BAE9E7B" w14:textId="77777777"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14:paraId="1502993F" w14:textId="77777777"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lastRenderedPageBreak/>
              <w:t>-</w:t>
            </w:r>
            <w:r w:rsidRPr="00F00A97">
              <w:rPr>
                <w:rFonts w:ascii="Calibri" w:hAnsi="Calibri" w:cs="Calibri"/>
                <w:sz w:val="24"/>
                <w:szCs w:val="24"/>
              </w:rPr>
              <w:tab/>
              <w:t>Particularitatile amplasamentului ?</w:t>
            </w:r>
          </w:p>
          <w:p w14:paraId="1FBDC115" w14:textId="77777777" w:rsidR="00522E43"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w:t>
            </w:r>
            <w:r w:rsidRPr="00F00A97">
              <w:rPr>
                <w:rFonts w:ascii="Calibri" w:hAnsi="Calibri" w:cs="Calibri"/>
                <w:sz w:val="24"/>
                <w:szCs w:val="24"/>
              </w:rPr>
              <w:tab/>
              <w:t>Solutia tehnica, inclusiv organizarea de santier?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DA50923" w14:textId="77777777"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F5C5AA2" w14:textId="77777777"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50DC74E" w14:textId="77777777"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CA3B5A2" w14:textId="77777777" w:rsidR="00522E43" w:rsidRPr="00F00A97" w:rsidRDefault="00522E43" w:rsidP="001B674D">
            <w:pPr>
              <w:pStyle w:val="TableParagraph"/>
              <w:jc w:val="both"/>
              <w:rPr>
                <w:rFonts w:ascii="Calibri" w:hAnsi="Calibri" w:cs="Calibri"/>
                <w:sz w:val="24"/>
                <w:szCs w:val="24"/>
              </w:rPr>
            </w:pPr>
          </w:p>
        </w:tc>
      </w:tr>
      <w:tr w:rsidR="00273596" w:rsidRPr="00F00A97" w14:paraId="1A1A2E9A" w14:textId="7777777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AA0023C" w14:textId="77777777"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782A81D" w14:textId="77777777"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Memoriul de arhitectura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A784516" w14:textId="77777777"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2FF540D" w14:textId="77777777"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84868B0" w14:textId="77777777"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CE50C6B" w14:textId="77777777" w:rsidR="00273596" w:rsidRPr="00F00A97" w:rsidRDefault="00273596" w:rsidP="001B674D">
            <w:pPr>
              <w:pStyle w:val="TableParagraph"/>
              <w:jc w:val="both"/>
              <w:rPr>
                <w:rFonts w:ascii="Calibri" w:hAnsi="Calibri" w:cs="Calibri"/>
                <w:sz w:val="24"/>
                <w:szCs w:val="24"/>
              </w:rPr>
            </w:pPr>
          </w:p>
        </w:tc>
      </w:tr>
      <w:tr w:rsidR="009F75B4" w:rsidRPr="00F00A97" w14:paraId="1ED540D0" w14:textId="7777777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97A999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F633947" w14:textId="77777777"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exterioare, amenajari hidrotehnice, etc –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r w:rsidRPr="00F00A97">
              <w:rPr>
                <w:rFonts w:ascii="Calibri" w:hAnsi="Calibri" w:cs="Calibri"/>
                <w:spacing w:val="4"/>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C9949B6"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FAD9AC4"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2172E4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E56B11B" w14:textId="77777777" w:rsidR="009F75B4" w:rsidRPr="00F00A97" w:rsidRDefault="009F75B4" w:rsidP="001B674D">
            <w:pPr>
              <w:pStyle w:val="TableParagraph"/>
              <w:jc w:val="both"/>
              <w:rPr>
                <w:rFonts w:ascii="Calibri" w:hAnsi="Calibri" w:cs="Calibri"/>
                <w:sz w:val="24"/>
                <w:szCs w:val="24"/>
              </w:rPr>
            </w:pPr>
          </w:p>
        </w:tc>
      </w:tr>
      <w:tr w:rsidR="009F75B4" w:rsidRPr="00F00A97" w14:paraId="7E8C7CD4" w14:textId="7777777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6242388"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3740C8B"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p>
          <w:p w14:paraId="76121F50"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04832B4"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CCDF9EE"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4FA17CB"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96FBC02" w14:textId="77777777" w:rsidR="009F75B4" w:rsidRPr="00F00A97" w:rsidRDefault="009F75B4" w:rsidP="001B674D">
            <w:pPr>
              <w:pStyle w:val="TableParagraph"/>
              <w:jc w:val="both"/>
              <w:rPr>
                <w:rFonts w:ascii="Calibri" w:hAnsi="Calibri" w:cs="Calibri"/>
                <w:sz w:val="24"/>
                <w:szCs w:val="24"/>
              </w:rPr>
            </w:pPr>
          </w:p>
        </w:tc>
      </w:tr>
      <w:tr w:rsidR="009F75B4" w:rsidRPr="00F00A97" w14:paraId="4CBC8C0C" w14:textId="7777777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E9DC4A1"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58D38D1"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14:paraId="05C98C29"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14:paraId="2012B965" w14:textId="77777777"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4"/>
                <w:sz w:val="24"/>
                <w:szCs w:val="24"/>
              </w:rPr>
              <w:t xml:space="preserve"> </w:t>
            </w:r>
            <w:r w:rsidRPr="00F00A97">
              <w:rPr>
                <w:rFonts w:ascii="Calibri" w:hAnsi="Calibri" w:cs="Calibri"/>
                <w:sz w:val="24"/>
                <w:szCs w:val="24"/>
              </w:rPr>
              <w:t>?</w:t>
            </w:r>
          </w:p>
          <w:p w14:paraId="095F0986"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r w:rsidRPr="00F00A97">
              <w:rPr>
                <w:rFonts w:ascii="Calibri" w:hAnsi="Calibri" w:cs="Calibri"/>
                <w:spacing w:val="-5"/>
                <w:sz w:val="24"/>
                <w:szCs w:val="24"/>
              </w:rPr>
              <w:t xml:space="preserve"> </w:t>
            </w:r>
            <w:r w:rsidRPr="00F00A97">
              <w:rPr>
                <w:rFonts w:ascii="Calibri" w:hAnsi="Calibri" w:cs="Calibri"/>
                <w:sz w:val="24"/>
                <w:szCs w:val="24"/>
              </w:rPr>
              <w:t>?</w:t>
            </w:r>
          </w:p>
          <w:p w14:paraId="1DFD0524" w14:textId="77777777"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r w:rsidRPr="00F00A97">
              <w:rPr>
                <w:rFonts w:ascii="Calibri" w:hAnsi="Calibri" w:cs="Calibri"/>
                <w:spacing w:val="-5"/>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BAF70B"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5A426FB"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57837AF"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FFD1FE0" w14:textId="77777777" w:rsidR="009F75B4" w:rsidRPr="00F00A97" w:rsidRDefault="009F75B4" w:rsidP="001B674D">
            <w:pPr>
              <w:pStyle w:val="TableParagraph"/>
              <w:jc w:val="both"/>
              <w:rPr>
                <w:rFonts w:ascii="Calibri" w:hAnsi="Calibri" w:cs="Calibri"/>
                <w:sz w:val="24"/>
                <w:szCs w:val="24"/>
              </w:rPr>
            </w:pPr>
          </w:p>
        </w:tc>
      </w:tr>
      <w:tr w:rsidR="009F75B4" w:rsidRPr="00F00A97" w14:paraId="4D0F1E57" w14:textId="7777777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855809F"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33452EB"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95DBE4B"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C59EA35"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07AF578"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827E1D3" w14:textId="77777777" w:rsidR="009F75B4" w:rsidRPr="00F00A97" w:rsidRDefault="009F75B4" w:rsidP="001B674D">
            <w:pPr>
              <w:pStyle w:val="TableParagraph"/>
              <w:jc w:val="both"/>
              <w:rPr>
                <w:rFonts w:ascii="Calibri" w:hAnsi="Calibri" w:cs="Calibri"/>
                <w:sz w:val="24"/>
                <w:szCs w:val="24"/>
              </w:rPr>
            </w:pPr>
          </w:p>
        </w:tc>
      </w:tr>
      <w:tr w:rsidR="009F75B4" w:rsidRPr="00F00A97" w14:paraId="30C5B981" w14:textId="7777777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80BBC68"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547C296"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D00E868"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6E0B78B"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5EE4090"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02FB1D3" w14:textId="77777777" w:rsidR="009F75B4" w:rsidRPr="00F00A97" w:rsidRDefault="009F75B4" w:rsidP="001B674D">
            <w:pPr>
              <w:pStyle w:val="TableParagraph"/>
              <w:jc w:val="both"/>
              <w:rPr>
                <w:rFonts w:ascii="Calibri" w:hAnsi="Calibri" w:cs="Calibri"/>
                <w:sz w:val="24"/>
                <w:szCs w:val="24"/>
              </w:rPr>
            </w:pPr>
          </w:p>
        </w:tc>
      </w:tr>
      <w:tr w:rsidR="009F75B4" w:rsidRPr="00F00A97" w14:paraId="539598EF" w14:textId="7777777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C6A5924"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6EA744D"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B7C669E"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E79A187"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B3681B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51A78B5" w14:textId="77777777" w:rsidR="009F75B4" w:rsidRPr="00F00A97" w:rsidRDefault="009F75B4" w:rsidP="001B674D">
            <w:pPr>
              <w:pStyle w:val="TableParagraph"/>
              <w:jc w:val="both"/>
              <w:rPr>
                <w:rFonts w:ascii="Calibri" w:hAnsi="Calibri" w:cs="Calibri"/>
                <w:sz w:val="24"/>
                <w:szCs w:val="24"/>
              </w:rPr>
            </w:pPr>
          </w:p>
        </w:tc>
      </w:tr>
      <w:tr w:rsidR="009F75B4" w:rsidRPr="00F00A97" w14:paraId="0B5B8D35" w14:textId="7777777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D18F938"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21D9E81"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p>
          <w:p w14:paraId="35568771"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396C5F4"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A34FB8E"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DA34F3A"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D233957" w14:textId="77777777" w:rsidR="009F75B4" w:rsidRPr="00F00A97" w:rsidRDefault="009F75B4" w:rsidP="001B674D">
            <w:pPr>
              <w:pStyle w:val="TableParagraph"/>
              <w:jc w:val="both"/>
              <w:rPr>
                <w:rFonts w:ascii="Calibri" w:hAnsi="Calibri" w:cs="Calibri"/>
                <w:sz w:val="24"/>
                <w:szCs w:val="24"/>
              </w:rPr>
            </w:pPr>
          </w:p>
        </w:tc>
      </w:tr>
      <w:tr w:rsidR="009F75B4" w:rsidRPr="00F00A97" w14:paraId="0C4F8A4C" w14:textId="7777777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244F27C"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A175CC8" w14:textId="77777777"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D4F476A"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573706B"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8AC9A9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0B2F436" w14:textId="77777777" w:rsidR="009F75B4" w:rsidRPr="00F00A97" w:rsidRDefault="009F75B4" w:rsidP="001B674D">
            <w:pPr>
              <w:pStyle w:val="TableParagraph"/>
              <w:jc w:val="both"/>
              <w:rPr>
                <w:rFonts w:ascii="Calibri" w:hAnsi="Calibri" w:cs="Calibri"/>
                <w:sz w:val="24"/>
                <w:szCs w:val="24"/>
              </w:rPr>
            </w:pPr>
          </w:p>
        </w:tc>
      </w:tr>
      <w:tr w:rsidR="009F75B4" w:rsidRPr="00F00A97" w14:paraId="34AEB1AD" w14:textId="7777777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2792E72"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DF7A507" w14:textId="77777777"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082E0AD"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7F20C3D"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BCC4D43"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7BCE51F" w14:textId="77777777" w:rsidR="009F75B4" w:rsidRPr="00F00A97" w:rsidRDefault="009F75B4" w:rsidP="001B674D">
            <w:pPr>
              <w:pStyle w:val="TableParagraph"/>
              <w:jc w:val="both"/>
              <w:rPr>
                <w:rFonts w:ascii="Calibri" w:hAnsi="Calibri" w:cs="Calibri"/>
                <w:sz w:val="24"/>
                <w:szCs w:val="24"/>
              </w:rPr>
            </w:pPr>
          </w:p>
        </w:tc>
      </w:tr>
      <w:tr w:rsidR="009F75B4" w:rsidRPr="00F00A97" w14:paraId="73E8B4CB" w14:textId="7777777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CE3046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1C2CB2FF" w14:textId="77777777"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inclusiv dotări (Formularele F5) intocmite 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9DB905D"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73E34AC"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877921D"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E2D1E1B" w14:textId="77777777" w:rsidR="009F75B4" w:rsidRPr="00F00A97" w:rsidRDefault="009F75B4" w:rsidP="001B674D">
            <w:pPr>
              <w:pStyle w:val="TableParagraph"/>
              <w:jc w:val="both"/>
              <w:rPr>
                <w:rFonts w:ascii="Calibri" w:hAnsi="Calibri" w:cs="Calibri"/>
                <w:sz w:val="24"/>
                <w:szCs w:val="24"/>
              </w:rPr>
            </w:pPr>
          </w:p>
        </w:tc>
      </w:tr>
      <w:tr w:rsidR="009F75B4" w:rsidRPr="00F00A97" w14:paraId="0EE80DE4"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16CB86C"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2EBD7A3"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14:paraId="2CBC37DF" w14:textId="77777777"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BB82D92"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3B9166C"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E9E2C0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50B55D1" w14:textId="77777777" w:rsidR="009F75B4" w:rsidRPr="00F00A97" w:rsidRDefault="009F75B4" w:rsidP="001B674D">
            <w:pPr>
              <w:pStyle w:val="TableParagraph"/>
              <w:jc w:val="both"/>
              <w:rPr>
                <w:rFonts w:ascii="Calibri" w:hAnsi="Calibri" w:cs="Calibri"/>
                <w:sz w:val="24"/>
                <w:szCs w:val="24"/>
              </w:rPr>
            </w:pPr>
          </w:p>
        </w:tc>
      </w:tr>
      <w:tr w:rsidR="009F75B4" w:rsidRPr="00F00A97" w14:paraId="3255A2A9"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769AAEF" w14:textId="77777777"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BCF7B20"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14:paraId="51B34E78" w14:textId="77777777"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6D6353F"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42C5A20E"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32E6C9B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AD4D754" w14:textId="77777777" w:rsidR="009F75B4" w:rsidRPr="00F00A97" w:rsidRDefault="009F75B4" w:rsidP="001B674D">
            <w:pPr>
              <w:pStyle w:val="TableParagraph"/>
              <w:jc w:val="both"/>
              <w:rPr>
                <w:rFonts w:ascii="Calibri" w:hAnsi="Calibri" w:cs="Calibri"/>
                <w:sz w:val="24"/>
                <w:szCs w:val="24"/>
              </w:rPr>
            </w:pPr>
          </w:p>
        </w:tc>
      </w:tr>
      <w:tr w:rsidR="009F75B4" w:rsidRPr="00F00A97" w14:paraId="5180C3F4" w14:textId="7777777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A4DEB83"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A50CA52"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modelului din anexa 10 – formularul F6 -</w:t>
            </w:r>
            <w:r w:rsidRPr="00F00A97">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6E7B70"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18254BF"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FFA1428"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07E4042C" w14:textId="77777777" w:rsidR="009F75B4" w:rsidRPr="00F00A97" w:rsidRDefault="009F75B4" w:rsidP="001B674D">
            <w:pPr>
              <w:pStyle w:val="TableParagraph"/>
              <w:jc w:val="both"/>
              <w:rPr>
                <w:rFonts w:ascii="Calibri" w:hAnsi="Calibri" w:cs="Calibri"/>
                <w:sz w:val="24"/>
                <w:szCs w:val="24"/>
              </w:rPr>
            </w:pPr>
          </w:p>
        </w:tc>
      </w:tr>
      <w:tr w:rsidR="009F75B4" w:rsidRPr="00F00A97" w14:paraId="615D7960"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3EA5BC7"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0CFCFF6" w14:textId="77777777"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14:paraId="1F69F513" w14:textId="77777777"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 lucrărilor și a construcțiilor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EEB922D"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E538BA1"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620A40A"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7D41D38B" w14:textId="77777777" w:rsidR="009F75B4" w:rsidRPr="00F00A97" w:rsidRDefault="009F75B4" w:rsidP="001B674D">
            <w:pPr>
              <w:pStyle w:val="TableParagraph"/>
              <w:jc w:val="both"/>
              <w:rPr>
                <w:rFonts w:ascii="Calibri" w:hAnsi="Calibri" w:cs="Calibri"/>
                <w:sz w:val="24"/>
                <w:szCs w:val="24"/>
              </w:rPr>
            </w:pPr>
          </w:p>
        </w:tc>
      </w:tr>
      <w:tr w:rsidR="009F75B4" w:rsidRPr="00F00A97" w14:paraId="1D619F7A" w14:textId="7777777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A0637B5"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3B9400CF" w14:textId="77777777"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 xml:space="preserve">Partile Desenate </w:t>
            </w:r>
            <w:r w:rsidRPr="00F00A97">
              <w:rPr>
                <w:rFonts w:ascii="Calibri" w:hAnsi="Calibri" w:cs="Calibri"/>
                <w:sz w:val="24"/>
                <w:szCs w:val="24"/>
              </w:rPr>
              <w:t>sunt elaborate in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Anexei 10 la HG 907/2016, și cuprind planse ale tuturor obiectelor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investitie,</w:t>
            </w:r>
            <w:r w:rsidRPr="00F00A97">
              <w:rPr>
                <w:rFonts w:ascii="Calibri" w:hAnsi="Calibri" w:cs="Calibri"/>
                <w:spacing w:val="-3"/>
                <w:sz w:val="24"/>
                <w:szCs w:val="24"/>
              </w:rPr>
              <w:t xml:space="preserve"> </w:t>
            </w:r>
            <w:r w:rsidRPr="00F00A97">
              <w:rPr>
                <w:rFonts w:ascii="Calibri" w:hAnsi="Calibri" w:cs="Calibri"/>
                <w:sz w:val="24"/>
                <w:szCs w:val="24"/>
              </w:rPr>
              <w:t>aferente</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2"/>
                <w:sz w:val="24"/>
                <w:szCs w:val="24"/>
              </w:rPr>
              <w:t xml:space="preserve"> </w:t>
            </w:r>
            <w:r w:rsidRPr="00F00A97">
              <w:rPr>
                <w:rFonts w:ascii="Calibri" w:hAnsi="Calibri" w:cs="Calibri"/>
                <w:sz w:val="24"/>
                <w:szCs w:val="24"/>
              </w:rPr>
              <w:t>specialitatilor</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7EFC7D0"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4D13C66"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A06D39E"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2F147F1" w14:textId="77777777" w:rsidR="009F75B4" w:rsidRPr="00F00A97" w:rsidRDefault="009F75B4" w:rsidP="001B674D">
            <w:pPr>
              <w:pStyle w:val="TableParagraph"/>
              <w:jc w:val="both"/>
              <w:rPr>
                <w:rFonts w:ascii="Calibri" w:hAnsi="Calibri" w:cs="Calibri"/>
                <w:sz w:val="24"/>
                <w:szCs w:val="24"/>
              </w:rPr>
            </w:pPr>
          </w:p>
        </w:tc>
      </w:tr>
      <w:tr w:rsidR="009F75B4" w:rsidRPr="00F00A97" w14:paraId="718545CC"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452FC444" w14:textId="77777777"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4894057" w14:textId="77777777"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Exista</w:t>
            </w:r>
            <w:r w:rsidRPr="00F00A97">
              <w:rPr>
                <w:rFonts w:ascii="Calibri" w:hAnsi="Calibri" w:cs="Calibri"/>
                <w:spacing w:val="-3"/>
                <w:sz w:val="24"/>
                <w:szCs w:val="24"/>
              </w:rPr>
              <w:t xml:space="preserve"> </w:t>
            </w:r>
            <w:r w:rsidRPr="00F00A97">
              <w:rPr>
                <w:rFonts w:ascii="Calibri" w:hAnsi="Calibri" w:cs="Calibri"/>
                <w:b/>
                <w:sz w:val="24"/>
                <w:szCs w:val="24"/>
              </w:rPr>
              <w:t>Planse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14:paraId="30762911" w14:textId="77777777"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incadrare</w:t>
            </w:r>
            <w:r w:rsidRPr="00F00A97">
              <w:rPr>
                <w:rFonts w:ascii="Calibri" w:hAnsi="Calibri" w:cs="Calibri"/>
                <w:spacing w:val="-2"/>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zona?</w:t>
            </w:r>
          </w:p>
          <w:p w14:paraId="40123463" w14:textId="77777777"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14:paraId="1570912F" w14:textId="77777777"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14:paraId="1A7E7C09" w14:textId="77777777"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14:paraId="01693572" w14:textId="77777777"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14:paraId="3C341787" w14:textId="77777777"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14:paraId="357769F7" w14:textId="77777777"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14:paraId="4128F874" w14:textId="77777777"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BD05E2B" w14:textId="77777777"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3B98444" w14:textId="77777777"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F140D14" w14:textId="77777777"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F469315" w14:textId="77777777" w:rsidR="009F75B4" w:rsidRPr="00F00A97" w:rsidRDefault="009F75B4" w:rsidP="001B674D">
            <w:pPr>
              <w:pStyle w:val="TableParagraph"/>
              <w:jc w:val="both"/>
              <w:rPr>
                <w:rFonts w:ascii="Calibri" w:hAnsi="Calibri" w:cs="Calibri"/>
                <w:sz w:val="24"/>
                <w:szCs w:val="24"/>
              </w:rPr>
            </w:pPr>
          </w:p>
        </w:tc>
      </w:tr>
      <w:tr w:rsidR="00F00A97" w:rsidRPr="00F00A97" w14:paraId="09334100"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0D393A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FD440E9" w14:textId="77777777"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arhitectura </w:t>
            </w:r>
            <w:r w:rsidRPr="00F00A97">
              <w:rPr>
                <w:rFonts w:ascii="Calibri" w:hAnsi="Calibri" w:cs="Calibri"/>
                <w:sz w:val="24"/>
                <w:szCs w:val="24"/>
              </w:rPr>
              <w:t>pentru fiecare obiect, care contin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faţade cu indicarea finisajelor si, dupa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Pr="00F00A97">
              <w:rPr>
                <w:rFonts w:ascii="Calibri" w:hAnsi="Calibri" w:cs="Calibri"/>
                <w:sz w:val="24"/>
                <w:szCs w:val="24"/>
              </w:rPr>
              <w:t>existent ?</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CCB2348"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81545B7"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3205F0A"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BEAC924" w14:textId="77777777" w:rsidR="00F00A97" w:rsidRPr="00F00A97" w:rsidRDefault="00F00A97" w:rsidP="00F00A97">
            <w:pPr>
              <w:pStyle w:val="TableParagraph"/>
              <w:jc w:val="both"/>
              <w:rPr>
                <w:rFonts w:ascii="Calibri" w:hAnsi="Calibri" w:cs="Calibri"/>
                <w:sz w:val="24"/>
                <w:szCs w:val="24"/>
              </w:rPr>
            </w:pPr>
          </w:p>
        </w:tc>
      </w:tr>
      <w:tr w:rsidR="00F00A97" w:rsidRPr="00F00A97" w14:paraId="23D7A7FC"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E51451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ED43DA6" w14:textId="77777777"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planşe de structura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14:paraId="0F4DEF49" w14:textId="77777777"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14:paraId="3BE17F2A" w14:textId="77777777"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lastRenderedPageBreak/>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14:paraId="54D83836" w14:textId="77777777"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5F1542D"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636ECAF"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422C11A"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456DFE1" w14:textId="77777777" w:rsidR="00F00A97" w:rsidRPr="00F00A97" w:rsidRDefault="00F00A97" w:rsidP="00F00A97">
            <w:pPr>
              <w:pStyle w:val="TableParagraph"/>
              <w:jc w:val="both"/>
              <w:rPr>
                <w:rFonts w:ascii="Calibri" w:hAnsi="Calibri" w:cs="Calibri"/>
                <w:sz w:val="24"/>
                <w:szCs w:val="24"/>
              </w:rPr>
            </w:pPr>
          </w:p>
        </w:tc>
      </w:tr>
      <w:tr w:rsidR="00F00A97" w:rsidRPr="00F00A97" w14:paraId="43A14CD5" w14:textId="7777777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235441F2"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72729AC2" w14:textId="77777777"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1A7E702"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11560C2D"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D1DC2A9"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9C19C97" w14:textId="77777777" w:rsidR="00F00A97" w:rsidRPr="00F00A97" w:rsidRDefault="00F00A97" w:rsidP="00F00A97">
            <w:pPr>
              <w:pStyle w:val="TableParagraph"/>
              <w:jc w:val="both"/>
              <w:rPr>
                <w:rFonts w:ascii="Calibri" w:hAnsi="Calibri" w:cs="Calibri"/>
                <w:sz w:val="24"/>
                <w:szCs w:val="24"/>
              </w:rPr>
            </w:pPr>
          </w:p>
        </w:tc>
      </w:tr>
      <w:tr w:rsidR="00F00A97" w:rsidRPr="00F00A97" w14:paraId="15BFFBB1"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1E0D6A83"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3BBE2FC" w14:textId="77777777"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14:paraId="59FF8449"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14:paraId="3A82BAD6"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14:paraId="4446872C" w14:textId="77777777"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14:paraId="60BC7E3F" w14:textId="77777777"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14:paraId="3A4419DE" w14:textId="77777777"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14:paraId="61A13176" w14:textId="77777777"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14:paraId="7FF37792" w14:textId="77777777"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3A3F17F9"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1876FB8"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63D5AB8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1722310A" w14:textId="77777777" w:rsidR="00F00A97" w:rsidRPr="00F00A97" w:rsidRDefault="00F00A97" w:rsidP="00F00A97">
            <w:pPr>
              <w:pStyle w:val="TableParagraph"/>
              <w:jc w:val="both"/>
              <w:rPr>
                <w:rFonts w:ascii="Calibri" w:hAnsi="Calibri" w:cs="Calibri"/>
                <w:sz w:val="24"/>
                <w:szCs w:val="24"/>
              </w:rPr>
            </w:pPr>
          </w:p>
        </w:tc>
      </w:tr>
      <w:tr w:rsidR="00F00A97" w:rsidRPr="00F00A97" w14:paraId="25C101CD"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01276B7A"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052E74F" w14:textId="77777777"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14:paraId="6780A02F"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14:paraId="4C8E1240"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14:paraId="015EFFAA" w14:textId="77777777"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14:paraId="3482CB24" w14:textId="77777777"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14:paraId="18B7E844" w14:textId="77777777"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625642EB"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2521B22"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2E7BCC5"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F41AE1A" w14:textId="77777777" w:rsidR="00F00A97" w:rsidRPr="00F00A97" w:rsidRDefault="00F00A97" w:rsidP="00F00A97">
            <w:pPr>
              <w:pStyle w:val="TableParagraph"/>
              <w:jc w:val="both"/>
              <w:rPr>
                <w:rFonts w:ascii="Calibri" w:hAnsi="Calibri" w:cs="Calibri"/>
                <w:sz w:val="24"/>
                <w:szCs w:val="24"/>
              </w:rPr>
            </w:pPr>
          </w:p>
        </w:tc>
      </w:tr>
      <w:tr w:rsidR="00F00A97" w:rsidRPr="00F00A97" w14:paraId="7D559312"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786ECD9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DD21BEE"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Pr="00F00A97">
              <w:rPr>
                <w:rFonts w:ascii="Calibri" w:hAnsi="Calibri" w:cs="Calibri"/>
                <w:sz w:val="24"/>
                <w:szCs w:val="24"/>
              </w:rPr>
              <w:t>confectiile,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Pr="00F00A97">
              <w:rPr>
                <w:rFonts w:ascii="Calibri" w:hAnsi="Calibri" w:cs="Calibri"/>
                <w:sz w:val="24"/>
                <w:szCs w:val="24"/>
              </w:rPr>
              <w:t>performante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caracteristici, 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14:paraId="10865FE4" w14:textId="77777777"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E196CEC"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0744AF7"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86CA62C"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B2FA18E" w14:textId="77777777" w:rsidR="00F00A97" w:rsidRPr="00F00A97" w:rsidRDefault="00F00A97" w:rsidP="00F00A97">
            <w:pPr>
              <w:pStyle w:val="TableParagraph"/>
              <w:jc w:val="both"/>
              <w:rPr>
                <w:rFonts w:ascii="Calibri" w:hAnsi="Calibri" w:cs="Calibri"/>
                <w:sz w:val="24"/>
                <w:szCs w:val="24"/>
              </w:rPr>
            </w:pPr>
          </w:p>
        </w:tc>
      </w:tr>
      <w:tr w:rsidR="00F00A97" w:rsidRPr="00F00A97" w14:paraId="3E51E32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6F810D3"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5AA4F17"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1A8D010"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442E42E"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4538A7FB"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99117FC" w14:textId="77777777" w:rsidR="00F00A97" w:rsidRPr="00F00A97" w:rsidRDefault="00F00A97" w:rsidP="00F00A97">
            <w:pPr>
              <w:pStyle w:val="TableParagraph"/>
              <w:jc w:val="both"/>
              <w:rPr>
                <w:rFonts w:ascii="Calibri" w:hAnsi="Calibri" w:cs="Calibri"/>
                <w:sz w:val="24"/>
                <w:szCs w:val="24"/>
              </w:rPr>
            </w:pPr>
          </w:p>
        </w:tc>
      </w:tr>
      <w:tr w:rsidR="00F00A97" w:rsidRPr="00F00A97" w14:paraId="547BF14A" w14:textId="7777777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6685443C"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1979A8C" w14:textId="77777777"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010C426"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2E41D719"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EE5A623"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B234E34" w14:textId="77777777" w:rsidR="00F00A97" w:rsidRPr="00F00A97" w:rsidRDefault="00F00A97" w:rsidP="00F00A97">
            <w:pPr>
              <w:pStyle w:val="TableParagraph"/>
              <w:jc w:val="both"/>
              <w:rPr>
                <w:rFonts w:ascii="Calibri" w:hAnsi="Calibri" w:cs="Calibri"/>
                <w:sz w:val="24"/>
                <w:szCs w:val="24"/>
              </w:rPr>
            </w:pPr>
          </w:p>
        </w:tc>
      </w:tr>
      <w:tr w:rsidR="00F00A97" w:rsidRPr="00F00A97" w14:paraId="03783710"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1E479E7"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5255A7A"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14:paraId="250CBFB5" w14:textId="77777777"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w:t>
            </w:r>
            <w:r w:rsidRPr="00F00A97">
              <w:rPr>
                <w:rFonts w:ascii="Calibri" w:hAnsi="Calibri" w:cs="Calibri"/>
                <w:spacing w:val="-5"/>
                <w:sz w:val="24"/>
                <w:szCs w:val="24"/>
              </w:rPr>
              <w:t xml:space="preserve"> </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r w:rsidRPr="00F00A97">
              <w:rPr>
                <w:rFonts w:ascii="Calibri" w:hAnsi="Calibri" w:cs="Calibri"/>
                <w:spacing w:val="2"/>
                <w:sz w:val="24"/>
                <w:szCs w:val="24"/>
              </w:rPr>
              <w:t xml:space="preserve"> </w:t>
            </w:r>
            <w:r w:rsidRPr="00F00A97">
              <w:rPr>
                <w:rFonts w:ascii="Calibri" w:hAnsi="Calibri" w:cs="Calibri"/>
                <w:sz w:val="24"/>
                <w:szCs w:val="24"/>
              </w:rPr>
              <w:t>?</w:t>
            </w:r>
          </w:p>
          <w:p w14:paraId="75233DDF" w14:textId="77777777"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r w:rsidRPr="00F00A97">
              <w:rPr>
                <w:rFonts w:ascii="Calibri" w:hAnsi="Calibri" w:cs="Calibri"/>
                <w:spacing w:val="1"/>
                <w:sz w:val="24"/>
                <w:szCs w:val="24"/>
              </w:rPr>
              <w:t xml:space="preserve"> </w:t>
            </w:r>
            <w:r w:rsidRPr="00F00A97">
              <w:rPr>
                <w:rFonts w:ascii="Calibri" w:hAnsi="Calibri" w:cs="Calibri"/>
                <w:sz w:val="24"/>
                <w:szCs w:val="24"/>
              </w:rPr>
              <w:t>?</w:t>
            </w:r>
          </w:p>
          <w:p w14:paraId="640979EA" w14:textId="77777777"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14:paraId="5A96E10B" w14:textId="77777777"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14:paraId="6944576F" w14:textId="77777777"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7DDB2180"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AA12615"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33ED3C2"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4C4EBB67" w14:textId="77777777" w:rsidR="00F00A97" w:rsidRPr="00F00A97" w:rsidRDefault="00F00A97" w:rsidP="00F00A97">
            <w:pPr>
              <w:pStyle w:val="TableParagraph"/>
              <w:jc w:val="both"/>
              <w:rPr>
                <w:rFonts w:ascii="Calibri" w:hAnsi="Calibri" w:cs="Calibri"/>
                <w:sz w:val="24"/>
                <w:szCs w:val="24"/>
              </w:rPr>
            </w:pPr>
          </w:p>
        </w:tc>
      </w:tr>
      <w:tr w:rsidR="00F00A97" w:rsidRPr="00F00A97" w14:paraId="1341792B"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5E50FB8"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2F98D472" w14:textId="77777777"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Pr="00F00A97">
              <w:rPr>
                <w:rFonts w:ascii="Calibri" w:hAnsi="Calibri" w:cs="Calibri"/>
                <w:sz w:val="24"/>
                <w:szCs w:val="24"/>
              </w:rPr>
              <w:t>detaliilor de executie (intocmite de verificatori atestati)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14:paraId="151AE1A6"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34F54AD"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570539A"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51442438"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E2E5A0D" w14:textId="77777777" w:rsidR="00F00A97" w:rsidRPr="00F00A97" w:rsidRDefault="00F00A97" w:rsidP="00F00A97">
            <w:pPr>
              <w:pStyle w:val="TableParagraph"/>
              <w:jc w:val="both"/>
              <w:rPr>
                <w:rFonts w:ascii="Calibri" w:hAnsi="Calibri" w:cs="Calibri"/>
                <w:sz w:val="24"/>
                <w:szCs w:val="24"/>
              </w:rPr>
            </w:pPr>
          </w:p>
        </w:tc>
      </w:tr>
      <w:tr w:rsidR="00F00A97" w:rsidRPr="00F00A97" w14:paraId="5FFB1C7F" w14:textId="7777777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1D2354C"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085373D0" w14:textId="77777777"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048EA5D1"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6F7BFFB1"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30D0F0F"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27075957" w14:textId="77777777" w:rsidR="00F00A97" w:rsidRPr="00F00A97" w:rsidRDefault="00F00A97" w:rsidP="00F00A97">
            <w:pPr>
              <w:pStyle w:val="TableParagraph"/>
              <w:jc w:val="both"/>
              <w:rPr>
                <w:rFonts w:ascii="Calibri" w:hAnsi="Calibri" w:cs="Calibri"/>
                <w:sz w:val="24"/>
                <w:szCs w:val="24"/>
              </w:rPr>
            </w:pPr>
          </w:p>
        </w:tc>
      </w:tr>
      <w:tr w:rsidR="00F00A97" w:rsidRPr="00F00A97" w14:paraId="770277EE"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F812654"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58A83776" w14:textId="77777777"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486486A1"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538DA362"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7BC1B8B8"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1D86E0B" w14:textId="77777777" w:rsidR="00F00A97" w:rsidRPr="00F00A97" w:rsidRDefault="00F00A97" w:rsidP="00F00A97">
            <w:pPr>
              <w:pStyle w:val="TableParagraph"/>
              <w:jc w:val="both"/>
              <w:rPr>
                <w:rFonts w:ascii="Calibri" w:hAnsi="Calibri" w:cs="Calibri"/>
                <w:sz w:val="24"/>
                <w:szCs w:val="24"/>
              </w:rPr>
            </w:pPr>
          </w:p>
        </w:tc>
      </w:tr>
      <w:tr w:rsidR="00F00A97" w:rsidRPr="00F00A97" w14:paraId="5BBC12A8"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4BFE0CB"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01FA4FC" w14:textId="77777777"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14:paraId="19093E34"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12A3FE86"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386825E9"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0E831D36"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5704519F" w14:textId="77777777" w:rsidR="00F00A97" w:rsidRPr="00F00A97" w:rsidRDefault="00F00A97" w:rsidP="00F00A97">
            <w:pPr>
              <w:pStyle w:val="TableParagraph"/>
              <w:jc w:val="both"/>
              <w:rPr>
                <w:rFonts w:ascii="Calibri" w:hAnsi="Calibri" w:cs="Calibri"/>
                <w:sz w:val="24"/>
                <w:szCs w:val="24"/>
              </w:rPr>
            </w:pPr>
          </w:p>
        </w:tc>
      </w:tr>
      <w:tr w:rsidR="00F00A97" w:rsidRPr="00F00A97" w14:paraId="55AEE898"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5924A553" w14:textId="77777777"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6DE74960"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5CF6DB1D"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0540CF77"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2263B93C"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6C604B1" w14:textId="77777777" w:rsidR="00F00A97" w:rsidRPr="00F00A97" w:rsidRDefault="00F00A97" w:rsidP="00F00A97">
            <w:pPr>
              <w:pStyle w:val="TableParagraph"/>
              <w:jc w:val="both"/>
              <w:rPr>
                <w:rFonts w:ascii="Calibri" w:hAnsi="Calibri" w:cs="Calibri"/>
                <w:sz w:val="24"/>
                <w:szCs w:val="24"/>
              </w:rPr>
            </w:pPr>
          </w:p>
        </w:tc>
      </w:tr>
      <w:tr w:rsidR="00F00A97" w:rsidRPr="00F00A97" w14:paraId="3678F83D" w14:textId="7777777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14:paraId="321DF772" w14:textId="77777777"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14:paraId="42AA9D4A" w14:textId="77777777"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septembrie 2021 (2021/C 373/01). vezi nota 1</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14:paraId="266107A9" w14:textId="77777777"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14:paraId="736FA7D2" w14:textId="77777777"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14:paraId="1D8623CB" w14:textId="77777777"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E17EA01" w14:textId="77777777" w:rsidR="00F00A97" w:rsidRPr="00F00A97" w:rsidRDefault="00F00A97" w:rsidP="00F00A97">
            <w:pPr>
              <w:pStyle w:val="TableParagraph"/>
              <w:jc w:val="both"/>
              <w:rPr>
                <w:rFonts w:ascii="Calibri" w:hAnsi="Calibri" w:cs="Calibri"/>
                <w:sz w:val="24"/>
                <w:szCs w:val="24"/>
              </w:rPr>
            </w:pPr>
          </w:p>
        </w:tc>
      </w:tr>
      <w:tr w:rsidR="00F00A97" w:rsidRPr="00F00A97" w14:paraId="386A447F" w14:textId="7777777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14:paraId="59D807C3" w14:textId="77777777"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14:paraId="4FAEA83E" w14:textId="77777777"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14:paraId="7A793BA5" w14:textId="77777777"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14:paraId="17F22314"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14:paraId="3F386CBD"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14:paraId="72B06A85"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14:paraId="74F364AD" w14:textId="77777777" w:rsidR="00F00A97" w:rsidRPr="00F00A97" w:rsidRDefault="00F00A97" w:rsidP="00F00A97">
            <w:pPr>
              <w:pStyle w:val="TableParagraph"/>
              <w:jc w:val="both"/>
              <w:rPr>
                <w:rFonts w:ascii="Calibri" w:hAnsi="Calibri" w:cs="Calibri"/>
                <w:b/>
                <w:sz w:val="24"/>
                <w:szCs w:val="24"/>
              </w:rPr>
            </w:pPr>
          </w:p>
        </w:tc>
      </w:tr>
      <w:tr w:rsidR="00F00A97" w:rsidRPr="00F00A97" w14:paraId="58205917"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5FD29B85"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2DA51FEC" w14:textId="77777777"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2C67C13"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0392A87E"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2C56971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10EFBC88" w14:textId="77777777" w:rsidR="00F00A97" w:rsidRPr="00F00A97" w:rsidRDefault="00F00A97" w:rsidP="00F00A97">
            <w:pPr>
              <w:pStyle w:val="TableParagraph"/>
              <w:jc w:val="both"/>
              <w:rPr>
                <w:rFonts w:ascii="Calibri" w:hAnsi="Calibri" w:cs="Calibri"/>
                <w:b/>
                <w:sz w:val="24"/>
                <w:szCs w:val="24"/>
              </w:rPr>
            </w:pPr>
          </w:p>
        </w:tc>
      </w:tr>
      <w:tr w:rsidR="00F00A97" w:rsidRPr="00F00A97" w14:paraId="3DC07576"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C069D39"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54CA73B0" w14:textId="77777777"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5C51B00"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25A9B6B4"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7AD2D9D9"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05FC5E76" w14:textId="77777777" w:rsidR="00F00A97" w:rsidRPr="00F00A97" w:rsidRDefault="00F00A97" w:rsidP="00F00A97">
            <w:pPr>
              <w:pStyle w:val="TableParagraph"/>
              <w:jc w:val="both"/>
              <w:rPr>
                <w:rFonts w:ascii="Calibri" w:hAnsi="Calibri" w:cs="Calibri"/>
                <w:b/>
                <w:sz w:val="24"/>
                <w:szCs w:val="24"/>
              </w:rPr>
            </w:pPr>
          </w:p>
        </w:tc>
      </w:tr>
      <w:tr w:rsidR="00F00A97" w:rsidRPr="00F00A97" w14:paraId="35660BBF"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1B670A3C"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5B005585" w14:textId="77777777"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r w:rsidRPr="00F00A97">
              <w:rPr>
                <w:rFonts w:ascii="Calibri" w:hAnsi="Calibri" w:cs="Calibri"/>
                <w:spacing w:val="-6"/>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6DDB239"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720B058D"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2BE0F20D"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6FB2B210" w14:textId="77777777" w:rsidR="00F00A97" w:rsidRPr="00F00A97" w:rsidRDefault="00F00A97" w:rsidP="00F00A97">
            <w:pPr>
              <w:pStyle w:val="TableParagraph"/>
              <w:jc w:val="both"/>
              <w:rPr>
                <w:rFonts w:ascii="Calibri" w:hAnsi="Calibri" w:cs="Calibri"/>
                <w:b/>
                <w:sz w:val="24"/>
                <w:szCs w:val="24"/>
              </w:rPr>
            </w:pPr>
          </w:p>
        </w:tc>
      </w:tr>
      <w:tr w:rsidR="00F00A97" w:rsidRPr="00F00A97" w14:paraId="1FECB96E"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26DD62A6"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161E3FFE" w14:textId="77777777"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lastRenderedPageBreak/>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2189A3E7"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3861AA56"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15D081C8"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7B0F95A4" w14:textId="77777777" w:rsidR="00F00A97" w:rsidRPr="00F00A97" w:rsidRDefault="00F00A97" w:rsidP="00F00A97">
            <w:pPr>
              <w:pStyle w:val="TableParagraph"/>
              <w:jc w:val="both"/>
              <w:rPr>
                <w:rFonts w:ascii="Calibri" w:hAnsi="Calibri" w:cs="Calibri"/>
                <w:b/>
                <w:sz w:val="24"/>
                <w:szCs w:val="24"/>
              </w:rPr>
            </w:pPr>
          </w:p>
        </w:tc>
      </w:tr>
      <w:tr w:rsidR="00F00A97" w:rsidRPr="00F00A97" w14:paraId="22F670FD"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57926662"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266EAB00" w14:textId="77777777"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14:paraId="7EA2D9F7" w14:textId="77777777"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14:paraId="4890D70F" w14:textId="77777777"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14:paraId="77973DE0" w14:textId="77777777"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14:paraId="002DBC01" w14:textId="77777777"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75922F21"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0426EABF"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64085682"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2EEBB11D" w14:textId="77777777" w:rsidR="00F00A97" w:rsidRPr="00F00A97" w:rsidRDefault="00F00A97" w:rsidP="00F00A97">
            <w:pPr>
              <w:pStyle w:val="TableParagraph"/>
              <w:jc w:val="both"/>
              <w:rPr>
                <w:rFonts w:ascii="Calibri" w:hAnsi="Calibri" w:cs="Calibri"/>
                <w:b/>
                <w:sz w:val="24"/>
                <w:szCs w:val="24"/>
              </w:rPr>
            </w:pPr>
          </w:p>
        </w:tc>
      </w:tr>
      <w:tr w:rsidR="00F00A97" w:rsidRPr="00F00A97" w14:paraId="0DBB4ECA"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3597060"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7939043D"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B64918C"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7C306539"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67A832D7"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3AB35B1E" w14:textId="77777777" w:rsidR="00F00A97" w:rsidRPr="00F00A97" w:rsidRDefault="00F00A97" w:rsidP="00F00A97">
            <w:pPr>
              <w:pStyle w:val="TableParagraph"/>
              <w:jc w:val="both"/>
              <w:rPr>
                <w:rFonts w:ascii="Calibri" w:hAnsi="Calibri" w:cs="Calibri"/>
                <w:b/>
                <w:sz w:val="24"/>
                <w:szCs w:val="24"/>
              </w:rPr>
            </w:pPr>
          </w:p>
        </w:tc>
      </w:tr>
      <w:tr w:rsidR="00F00A97" w:rsidRPr="00F00A97" w14:paraId="4F6F1384"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65CA5A65"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1EFACBAE"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66496C6"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2BF8E520"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067AC323"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2E9CC645" w14:textId="77777777" w:rsidR="00F00A97" w:rsidRPr="00F00A97" w:rsidRDefault="00F00A97" w:rsidP="00F00A97">
            <w:pPr>
              <w:pStyle w:val="TableParagraph"/>
              <w:jc w:val="both"/>
              <w:rPr>
                <w:rFonts w:ascii="Calibri" w:hAnsi="Calibri" w:cs="Calibri"/>
                <w:b/>
                <w:sz w:val="24"/>
                <w:szCs w:val="24"/>
              </w:rPr>
            </w:pPr>
          </w:p>
        </w:tc>
      </w:tr>
      <w:tr w:rsidR="00F00A97" w:rsidRPr="00F00A97" w14:paraId="39E9797F"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734C8F9C"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5B2E39A6"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17667763"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50FEE1E3"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5D2CA1E5"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144BC5A1" w14:textId="77777777" w:rsidR="00F00A97" w:rsidRPr="00F00A97" w:rsidRDefault="00F00A97" w:rsidP="00F00A97">
            <w:pPr>
              <w:pStyle w:val="TableParagraph"/>
              <w:jc w:val="both"/>
              <w:rPr>
                <w:rFonts w:ascii="Calibri" w:hAnsi="Calibri" w:cs="Calibri"/>
                <w:b/>
                <w:sz w:val="24"/>
                <w:szCs w:val="24"/>
              </w:rPr>
            </w:pPr>
          </w:p>
        </w:tc>
      </w:tr>
      <w:tr w:rsidR="00F00A97" w:rsidRPr="00F00A97" w14:paraId="0184C39A"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14:paraId="4CE6C5F7"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14:paraId="4C4583D9"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21E003FC"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14:paraId="2A05A075"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14:paraId="34E96E0A"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14:paraId="7A2F3EAF" w14:textId="77777777" w:rsidR="00F00A97" w:rsidRPr="00F00A97" w:rsidRDefault="00F00A97" w:rsidP="00F00A97">
            <w:pPr>
              <w:pStyle w:val="TableParagraph"/>
              <w:jc w:val="both"/>
              <w:rPr>
                <w:rFonts w:ascii="Calibri" w:hAnsi="Calibri" w:cs="Calibri"/>
                <w:b/>
                <w:sz w:val="24"/>
                <w:szCs w:val="24"/>
              </w:rPr>
            </w:pPr>
          </w:p>
        </w:tc>
      </w:tr>
      <w:tr w:rsidR="00F00A97" w:rsidRPr="00F00A97" w14:paraId="08CB06E0"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14:paraId="5D50A085"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14:paraId="792AE348"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Pr="00F00A97">
              <w:rPr>
                <w:rFonts w:ascii="Calibri" w:hAnsi="Calibri" w:cs="Calibri"/>
                <w:sz w:val="24"/>
                <w:szCs w:val="24"/>
              </w:rPr>
              <w:t>etc.,</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14:paraId="7D5E4C12"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14:paraId="259945C0"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14:paraId="0415B04B"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4F18E30B" w14:textId="77777777" w:rsidR="00F00A97" w:rsidRPr="00F00A97" w:rsidRDefault="00F00A97" w:rsidP="00F00A97">
            <w:pPr>
              <w:pStyle w:val="TableParagraph"/>
              <w:jc w:val="both"/>
              <w:rPr>
                <w:rFonts w:ascii="Calibri" w:hAnsi="Calibri" w:cs="Calibri"/>
                <w:b/>
                <w:sz w:val="24"/>
                <w:szCs w:val="24"/>
              </w:rPr>
            </w:pPr>
          </w:p>
        </w:tc>
      </w:tr>
      <w:tr w:rsidR="00F00A97" w:rsidRPr="00F00A97" w14:paraId="2B7DDBE0" w14:textId="7777777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D9D9D9"/>
          </w:tcPr>
          <w:p w14:paraId="6FD365BC" w14:textId="77777777"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D9D9D9"/>
          </w:tcPr>
          <w:p w14:paraId="1BF2DD80" w14:textId="77777777"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w:t>
            </w:r>
            <w:r w:rsidRPr="00F00A97">
              <w:rPr>
                <w:rFonts w:ascii="Calibri" w:hAnsi="Calibri" w:cs="Calibri"/>
                <w:sz w:val="24"/>
                <w:szCs w:val="24"/>
              </w:rPr>
              <w:lastRenderedPageBreak/>
              <w:t>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D9D9D9"/>
          </w:tcPr>
          <w:p w14:paraId="4F28493F" w14:textId="77777777"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D9D9D9"/>
          </w:tcPr>
          <w:p w14:paraId="578ED63E" w14:textId="77777777"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D9D9D9"/>
          </w:tcPr>
          <w:p w14:paraId="1DBDF8FE" w14:textId="77777777"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D9D9D9"/>
          </w:tcPr>
          <w:p w14:paraId="1C05F467" w14:textId="77777777" w:rsidR="00F00A97" w:rsidRPr="00F00A97" w:rsidRDefault="00F00A97" w:rsidP="00F00A97">
            <w:pPr>
              <w:pStyle w:val="TableParagraph"/>
              <w:jc w:val="both"/>
              <w:rPr>
                <w:rFonts w:ascii="Calibri" w:hAnsi="Calibri" w:cs="Calibri"/>
                <w:b/>
                <w:sz w:val="24"/>
                <w:szCs w:val="24"/>
              </w:rPr>
            </w:pPr>
          </w:p>
        </w:tc>
      </w:tr>
    </w:tbl>
    <w:p w14:paraId="1668ECA8" w14:textId="77777777" w:rsidR="00522E43" w:rsidRDefault="00522E43" w:rsidP="001B674D">
      <w:pPr>
        <w:jc w:val="both"/>
        <w:rPr>
          <w:rFonts w:ascii="Calibri" w:hAnsi="Calibri" w:cs="Calibri"/>
          <w:b/>
        </w:rPr>
      </w:pPr>
    </w:p>
    <w:p w14:paraId="524B990F" w14:textId="77777777" w:rsidR="002933A6" w:rsidRDefault="002933A6" w:rsidP="001B674D">
      <w:pPr>
        <w:jc w:val="both"/>
        <w:rPr>
          <w:rFonts w:ascii="Calibri" w:hAnsi="Calibri" w:cs="Calibri"/>
          <w:b/>
        </w:rPr>
      </w:pPr>
    </w:p>
    <w:p w14:paraId="393BBED9" w14:textId="77777777" w:rsidR="002933A6" w:rsidRPr="00F00A97" w:rsidRDefault="002933A6" w:rsidP="001B674D">
      <w:pPr>
        <w:jc w:val="both"/>
        <w:rPr>
          <w:rFonts w:ascii="Calibri" w:hAnsi="Calibri" w:cs="Calibri"/>
          <w:b/>
        </w:rPr>
      </w:pPr>
    </w:p>
    <w:p w14:paraId="441561F9" w14:textId="77777777" w:rsidR="00AC4893" w:rsidRPr="002933A6" w:rsidRDefault="00AC4893" w:rsidP="001B674D">
      <w:pPr>
        <w:jc w:val="both"/>
        <w:rPr>
          <w:rFonts w:ascii="Calibri" w:hAnsi="Calibri" w:cs="Calibri"/>
        </w:rPr>
      </w:pPr>
      <w:r w:rsidRPr="002933A6">
        <w:rPr>
          <w:rFonts w:ascii="Calibri" w:hAnsi="Calibri" w:cs="Calibri"/>
        </w:rPr>
        <w:t>nota 1:</w:t>
      </w:r>
    </w:p>
    <w:p w14:paraId="035C70D1" w14:textId="77777777"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14:paraId="0C60AFDC" w14:textId="77777777" w:rsidR="001B674D" w:rsidRPr="002933A6" w:rsidRDefault="001B674D" w:rsidP="001B674D">
      <w:pPr>
        <w:jc w:val="both"/>
        <w:rPr>
          <w:rFonts w:ascii="Calibri" w:hAnsi="Calibri" w:cs="Calibri"/>
        </w:rPr>
      </w:pPr>
    </w:p>
    <w:p w14:paraId="74474BA8" w14:textId="77777777"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14:paraId="6E2E69D5" w14:textId="77777777"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14:paraId="059F0FB0" w14:textId="77777777" w:rsidR="00AC4893" w:rsidRPr="002933A6" w:rsidRDefault="00AC4893" w:rsidP="001B674D">
      <w:pPr>
        <w:jc w:val="both"/>
        <w:rPr>
          <w:rFonts w:ascii="Calibri" w:hAnsi="Calibri" w:cs="Calibri"/>
        </w:rPr>
      </w:pPr>
    </w:p>
    <w:p w14:paraId="4229776E" w14:textId="77777777"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14:paraId="4BD77C0B" w14:textId="77777777"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14:paraId="24BE9DF8" w14:textId="77777777"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14:paraId="3FBF031E" w14:textId="77777777"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14:paraId="1DE76F71" w14:textId="77777777"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14:paraId="52AAF7D9" w14:textId="77777777" w:rsidR="005232F5" w:rsidRPr="002933A6" w:rsidRDefault="005232F5" w:rsidP="001B674D">
      <w:pPr>
        <w:jc w:val="both"/>
        <w:rPr>
          <w:rFonts w:ascii="Calibri" w:hAnsi="Calibri" w:cs="Calibri"/>
        </w:rPr>
      </w:pPr>
    </w:p>
    <w:p w14:paraId="03F329B6" w14:textId="77777777"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14:paraId="2293D17C" w14:textId="77777777"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p>
    <w:p w14:paraId="1BD83586" w14:textId="77777777"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p>
    <w:p w14:paraId="508A275A" w14:textId="77777777"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p>
    <w:p w14:paraId="5F148115" w14:textId="77777777" w:rsidR="00AC4893" w:rsidRPr="002933A6" w:rsidRDefault="00AC4893" w:rsidP="001B674D">
      <w:pPr>
        <w:jc w:val="both"/>
        <w:rPr>
          <w:rFonts w:ascii="Calibri" w:hAnsi="Calibri" w:cs="Calibri"/>
        </w:rPr>
      </w:pPr>
    </w:p>
    <w:p w14:paraId="30A8F738" w14:textId="77777777"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14:paraId="5D20EB18" w14:textId="77777777"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p>
    <w:p w14:paraId="52E7EA0F" w14:textId="77777777"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p>
    <w:p w14:paraId="260B2255" w14:textId="77777777"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p>
    <w:p w14:paraId="1430EB67" w14:textId="77777777"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p>
    <w:p w14:paraId="33C37DB3" w14:textId="77777777" w:rsidR="00AC4893" w:rsidRPr="002933A6" w:rsidRDefault="00AC4893" w:rsidP="001B674D">
      <w:pPr>
        <w:jc w:val="both"/>
        <w:rPr>
          <w:rFonts w:ascii="Calibri" w:hAnsi="Calibri" w:cs="Calibri"/>
        </w:rPr>
      </w:pPr>
    </w:p>
    <w:p w14:paraId="6DBA071A" w14:textId="77777777" w:rsidR="00AC4893" w:rsidRPr="002933A6" w:rsidRDefault="00AC4893" w:rsidP="001B674D">
      <w:pPr>
        <w:jc w:val="both"/>
        <w:rPr>
          <w:rFonts w:ascii="Calibri" w:hAnsi="Calibri" w:cs="Calibri"/>
        </w:rPr>
      </w:pPr>
      <w:r w:rsidRPr="002933A6">
        <w:rPr>
          <w:rFonts w:ascii="Calibri" w:hAnsi="Calibri" w:cs="Calibri"/>
        </w:rPr>
        <w:lastRenderedPageBreak/>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14:paraId="14AF70CD" w14:textId="77777777" w:rsidR="00AC4893" w:rsidRPr="002933A6" w:rsidRDefault="00AC4893" w:rsidP="001B674D">
      <w:pPr>
        <w:jc w:val="both"/>
        <w:rPr>
          <w:rFonts w:ascii="Calibri" w:hAnsi="Calibri" w:cs="Calibri"/>
          <w:shd w:val="clear" w:color="auto" w:fill="FFFF00"/>
        </w:rPr>
      </w:pPr>
    </w:p>
    <w:p w14:paraId="298721CB" w14:textId="77777777"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14:paraId="402840DD" w14:textId="77777777" w:rsidR="00AC4893" w:rsidRPr="002933A6" w:rsidRDefault="00AC4893" w:rsidP="001B674D">
      <w:pPr>
        <w:jc w:val="both"/>
        <w:rPr>
          <w:rFonts w:ascii="Calibri" w:hAnsi="Calibri" w:cs="Calibri"/>
        </w:rPr>
      </w:pPr>
    </w:p>
    <w:p w14:paraId="634D2923" w14:textId="77777777" w:rsidR="00AC4893" w:rsidRPr="002933A6" w:rsidRDefault="00AC4893" w:rsidP="001B674D">
      <w:pPr>
        <w:jc w:val="both"/>
        <w:rPr>
          <w:rFonts w:ascii="Calibri" w:hAnsi="Calibri" w:cs="Calibri"/>
        </w:rPr>
      </w:pPr>
      <w:r w:rsidRPr="002933A6">
        <w:rPr>
          <w:rFonts w:ascii="Calibri" w:hAnsi="Calibri" w:cs="Calibri"/>
        </w:rPr>
        <w:t>Se pot formula recomandări (cu precizarea explicita a momentului prevăzut pentru soluționarea acestora) cu excepția criteriilor 10 și 11 din cadrul secțiunii II.</w:t>
      </w:r>
    </w:p>
    <w:p w14:paraId="22300F2A" w14:textId="77777777" w:rsidR="00AC4893" w:rsidRPr="002933A6" w:rsidRDefault="00AC4893" w:rsidP="001B674D">
      <w:pPr>
        <w:pStyle w:val="Corptext"/>
        <w:rPr>
          <w:rFonts w:ascii="Calibri" w:hAnsi="Calibri" w:cs="Calibri"/>
        </w:rPr>
      </w:pPr>
    </w:p>
    <w:p w14:paraId="28C283DE" w14:textId="77777777" w:rsidR="00522E43" w:rsidRPr="00F00A97" w:rsidRDefault="00522E43" w:rsidP="001B674D">
      <w:pPr>
        <w:jc w:val="both"/>
        <w:rPr>
          <w:rFonts w:ascii="Calibri" w:hAnsi="Calibri" w:cs="Calibri"/>
        </w:rPr>
      </w:pP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8288FB" w14:textId="77777777" w:rsidR="00BB3E32" w:rsidRDefault="00BB3E32">
      <w:r>
        <w:separator/>
      </w:r>
    </w:p>
  </w:endnote>
  <w:endnote w:type="continuationSeparator" w:id="0">
    <w:p w14:paraId="767826BB" w14:textId="77777777" w:rsidR="00BB3E32" w:rsidRDefault="00BB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59AED" w14:textId="77777777" w:rsidR="00CA3922" w:rsidRDefault="00CA392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55238C" w14:paraId="1BCE52DF" w14:textId="77777777">
      <w:trPr>
        <w:cantSplit/>
        <w:trHeight w:hRule="exact" w:val="340"/>
        <w:hidden/>
      </w:trPr>
      <w:tc>
        <w:tcPr>
          <w:tcW w:w="9210" w:type="dxa"/>
        </w:tcPr>
        <w:p w14:paraId="4C19FB66" w14:textId="77777777" w:rsidR="0055238C" w:rsidRDefault="0055238C">
          <w:pPr>
            <w:pStyle w:val="Subsol"/>
            <w:rPr>
              <w:vanish/>
              <w:sz w:val="20"/>
            </w:rPr>
          </w:pPr>
        </w:p>
      </w:tc>
    </w:tr>
  </w:tbl>
  <w:p w14:paraId="554DEE2E" w14:textId="77777777" w:rsidR="0055238C" w:rsidRDefault="00923DEF" w:rsidP="00F12E7F">
    <w:pPr>
      <w:pStyle w:val="Subsol"/>
    </w:pPr>
    <w:r>
      <w:rPr>
        <w:lang w:val="en-US" w:eastAsia="en-US"/>
      </w:rPr>
      <w:drawing>
        <wp:anchor distT="0" distB="0" distL="114300" distR="114300" simplePos="0" relativeHeight="251660288" behindDoc="0" locked="0" layoutInCell="1" allowOverlap="1" wp14:anchorId="55BF9972" wp14:editId="326E8980">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14:anchorId="559DBA3B" wp14:editId="1EFE5542">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09C1C" w14:textId="77777777"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14:anchorId="1E198711" wp14:editId="545F5298">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602D7" w14:textId="77777777"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14:anchorId="67F06CA1" wp14:editId="0D844D69">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7CE7220" w14:textId="77777777"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5FD33CD" w14:textId="77777777"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DB93B2F" w14:textId="77777777"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14:anchorId="279A5E5B" wp14:editId="68229F26">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B74B41" w14:textId="77777777" w:rsidR="0055238C" w:rsidRDefault="0055238C">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9D99E" w14:textId="77777777" w:rsidR="0055238C" w:rsidRDefault="00923DEF">
    <w:pPr>
      <w:pStyle w:val="Subsol"/>
    </w:pPr>
    <w:r>
      <w:rPr>
        <w:lang w:val="en-US" w:eastAsia="en-US"/>
      </w:rPr>
      <w:drawing>
        <wp:anchor distT="0" distB="0" distL="114300" distR="114300" simplePos="0" relativeHeight="251655168" behindDoc="0" locked="0" layoutInCell="1" allowOverlap="1" wp14:anchorId="34FCBE1E" wp14:editId="5F16652E">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14:anchorId="79347F35" wp14:editId="6E010ADD">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F5322" w14:textId="77777777"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14:anchorId="390AAECE" wp14:editId="69E0EBAD">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BC13" w14:textId="77777777"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14:anchorId="74BE39B1" wp14:editId="40B82014">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55773AB" w14:textId="77777777"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6FD5292" w14:textId="77777777"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F5570A7" w14:textId="77777777"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14:anchorId="72B384F1" wp14:editId="6BFFFE0B">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BBF06" w14:textId="77777777" w:rsidR="00BB3E32" w:rsidRDefault="00BB3E32">
      <w:r>
        <w:separator/>
      </w:r>
    </w:p>
  </w:footnote>
  <w:footnote w:type="continuationSeparator" w:id="0">
    <w:p w14:paraId="1C61647B" w14:textId="77777777" w:rsidR="00BB3E32" w:rsidRDefault="00BB3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3886F" w14:textId="77777777" w:rsidR="00CA3922" w:rsidRDefault="00CA392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E08B9" w14:textId="77777777" w:rsidR="0004589A" w:rsidRPr="0004589A" w:rsidRDefault="00923DEF">
    <w:pPr>
      <w:pStyle w:val="Antet"/>
      <w:rPr>
        <w:color w:val="999999"/>
      </w:rPr>
    </w:pPr>
    <w:r>
      <mc:AlternateContent>
        <mc:Choice Requires="wpg">
          <w:drawing>
            <wp:anchor distT="0" distB="0" distL="114300" distR="114300" simplePos="0" relativeHeight="251664384" behindDoc="0" locked="0" layoutInCell="1" allowOverlap="1" wp14:anchorId="023CABAD" wp14:editId="6C92C5EA">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1ECCC" w14:textId="77777777" w:rsidR="0004589A" w:rsidRDefault="0004589A" w:rsidP="0004589A">
                            <w:pPr>
                              <w:spacing w:line="330" w:lineRule="auto"/>
                            </w:pPr>
                          </w:p>
                          <w:p w14:paraId="68A6313D" w14:textId="77777777" w:rsidR="0004589A" w:rsidRPr="00851382" w:rsidRDefault="0004589A" w:rsidP="0004589A">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04589A">
      <w:rPr>
        <w:color w:val="999999"/>
        <w:sz w:val="20"/>
        <w:szCs w:val="20"/>
      </w:rPr>
      <w:t>2</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04589A">
      <w:rPr>
        <w:color w:val="999999"/>
        <w:sz w:val="20"/>
        <w:szCs w:val="20"/>
      </w:rPr>
      <w:t>2</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33D73" w14:textId="77777777" w:rsidR="00C04AE4" w:rsidRDefault="00923DEF" w:rsidP="00C04AE4">
    <w:pPr>
      <w:pStyle w:val="Antet"/>
      <w:tabs>
        <w:tab w:val="clear" w:pos="4536"/>
        <w:tab w:val="clear" w:pos="9072"/>
        <w:tab w:val="left" w:pos="6473"/>
      </w:tabs>
    </w:pPr>
    <w:r>
      <w:drawing>
        <wp:anchor distT="0" distB="0" distL="114300" distR="114300" simplePos="0" relativeHeight="251661312" behindDoc="0" locked="0" layoutInCell="1" allowOverlap="1" wp14:anchorId="134069B2" wp14:editId="292392EE">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0" locked="0" layoutInCell="1" allowOverlap="1" wp14:anchorId="54C86FF4" wp14:editId="287BC606">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3360" behindDoc="0" locked="0" layoutInCell="1" allowOverlap="1" wp14:anchorId="2F689A9D" wp14:editId="5B0048FB">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88882853">
    <w:abstractNumId w:val="17"/>
  </w:num>
  <w:num w:numId="2" w16cid:durableId="1802729911">
    <w:abstractNumId w:val="13"/>
  </w:num>
  <w:num w:numId="3" w16cid:durableId="19415218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23834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30011432">
    <w:abstractNumId w:val="34"/>
  </w:num>
  <w:num w:numId="6" w16cid:durableId="169217702">
    <w:abstractNumId w:val="3"/>
  </w:num>
  <w:num w:numId="7" w16cid:durableId="884828891">
    <w:abstractNumId w:val="33"/>
  </w:num>
  <w:num w:numId="8" w16cid:durableId="2124109589">
    <w:abstractNumId w:val="26"/>
  </w:num>
  <w:num w:numId="9" w16cid:durableId="559707627">
    <w:abstractNumId w:val="42"/>
  </w:num>
  <w:num w:numId="10" w16cid:durableId="860702078">
    <w:abstractNumId w:val="0"/>
  </w:num>
  <w:num w:numId="11" w16cid:durableId="950208058">
    <w:abstractNumId w:val="21"/>
  </w:num>
  <w:num w:numId="12" w16cid:durableId="983268365">
    <w:abstractNumId w:val="15"/>
  </w:num>
  <w:num w:numId="13" w16cid:durableId="1961908713">
    <w:abstractNumId w:val="23"/>
  </w:num>
  <w:num w:numId="14" w16cid:durableId="1613172353">
    <w:abstractNumId w:val="19"/>
  </w:num>
  <w:num w:numId="15" w16cid:durableId="244193088">
    <w:abstractNumId w:val="38"/>
  </w:num>
  <w:num w:numId="16" w16cid:durableId="1617903100">
    <w:abstractNumId w:val="25"/>
  </w:num>
  <w:num w:numId="17" w16cid:durableId="1101804865">
    <w:abstractNumId w:val="8"/>
  </w:num>
  <w:num w:numId="18" w16cid:durableId="1115247756">
    <w:abstractNumId w:val="37"/>
  </w:num>
  <w:num w:numId="19" w16cid:durableId="1646229512">
    <w:abstractNumId w:val="43"/>
  </w:num>
  <w:num w:numId="20" w16cid:durableId="1645817184">
    <w:abstractNumId w:val="36"/>
  </w:num>
  <w:num w:numId="21" w16cid:durableId="223488268">
    <w:abstractNumId w:val="32"/>
  </w:num>
  <w:num w:numId="22" w16cid:durableId="1586109603">
    <w:abstractNumId w:val="22"/>
  </w:num>
  <w:num w:numId="23" w16cid:durableId="1682703759">
    <w:abstractNumId w:val="31"/>
  </w:num>
  <w:num w:numId="24" w16cid:durableId="259680309">
    <w:abstractNumId w:val="16"/>
  </w:num>
  <w:num w:numId="25" w16cid:durableId="1519737948">
    <w:abstractNumId w:val="35"/>
  </w:num>
  <w:num w:numId="26" w16cid:durableId="867840895">
    <w:abstractNumId w:val="12"/>
  </w:num>
  <w:num w:numId="27" w16cid:durableId="1064181873">
    <w:abstractNumId w:val="40"/>
  </w:num>
  <w:num w:numId="28" w16cid:durableId="303315802">
    <w:abstractNumId w:val="41"/>
  </w:num>
  <w:num w:numId="29" w16cid:durableId="1249384513">
    <w:abstractNumId w:val="9"/>
  </w:num>
  <w:num w:numId="30" w16cid:durableId="785925756">
    <w:abstractNumId w:val="7"/>
  </w:num>
  <w:num w:numId="31" w16cid:durableId="161510559">
    <w:abstractNumId w:val="1"/>
  </w:num>
  <w:num w:numId="32" w16cid:durableId="1940598900">
    <w:abstractNumId w:val="44"/>
  </w:num>
  <w:num w:numId="33" w16cid:durableId="27218607">
    <w:abstractNumId w:val="10"/>
  </w:num>
  <w:num w:numId="34" w16cid:durableId="279381402">
    <w:abstractNumId w:val="29"/>
  </w:num>
  <w:num w:numId="35" w16cid:durableId="1148588876">
    <w:abstractNumId w:val="5"/>
  </w:num>
  <w:num w:numId="36" w16cid:durableId="1617910939">
    <w:abstractNumId w:val="39"/>
  </w:num>
  <w:num w:numId="37" w16cid:durableId="879510109">
    <w:abstractNumId w:val="20"/>
  </w:num>
  <w:num w:numId="38" w16cid:durableId="244805877">
    <w:abstractNumId w:val="24"/>
  </w:num>
  <w:num w:numId="39" w16cid:durableId="1342122689">
    <w:abstractNumId w:val="30"/>
  </w:num>
  <w:num w:numId="40" w16cid:durableId="99037594">
    <w:abstractNumId w:val="27"/>
  </w:num>
  <w:num w:numId="41" w16cid:durableId="526211378">
    <w:abstractNumId w:val="18"/>
  </w:num>
  <w:num w:numId="42" w16cid:durableId="863786538">
    <w:abstractNumId w:val="2"/>
  </w:num>
  <w:num w:numId="43" w16cid:durableId="410932547">
    <w:abstractNumId w:val="28"/>
  </w:num>
  <w:num w:numId="44" w16cid:durableId="847720071">
    <w:abstractNumId w:val="11"/>
  </w:num>
  <w:num w:numId="45" w16cid:durableId="5875400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5620"/>
    <w:rsid w:val="00042265"/>
    <w:rsid w:val="0004589A"/>
    <w:rsid w:val="00072DDE"/>
    <w:rsid w:val="00080850"/>
    <w:rsid w:val="0009018B"/>
    <w:rsid w:val="000930C5"/>
    <w:rsid w:val="00094830"/>
    <w:rsid w:val="00095D5B"/>
    <w:rsid w:val="000C2AAE"/>
    <w:rsid w:val="000D1115"/>
    <w:rsid w:val="001175F2"/>
    <w:rsid w:val="00134DEE"/>
    <w:rsid w:val="001357F6"/>
    <w:rsid w:val="00144BFD"/>
    <w:rsid w:val="00163AF4"/>
    <w:rsid w:val="001679F8"/>
    <w:rsid w:val="001726E9"/>
    <w:rsid w:val="00197EB4"/>
    <w:rsid w:val="001A637E"/>
    <w:rsid w:val="001B674D"/>
    <w:rsid w:val="001D40CB"/>
    <w:rsid w:val="001D7627"/>
    <w:rsid w:val="001E7798"/>
    <w:rsid w:val="002220FB"/>
    <w:rsid w:val="00273596"/>
    <w:rsid w:val="00275DCC"/>
    <w:rsid w:val="00284F7C"/>
    <w:rsid w:val="002933A6"/>
    <w:rsid w:val="002B3BB9"/>
    <w:rsid w:val="002E07E9"/>
    <w:rsid w:val="002F1246"/>
    <w:rsid w:val="003221D7"/>
    <w:rsid w:val="00351F71"/>
    <w:rsid w:val="00353C41"/>
    <w:rsid w:val="00362E1D"/>
    <w:rsid w:val="00376CFE"/>
    <w:rsid w:val="00381D3E"/>
    <w:rsid w:val="00385A87"/>
    <w:rsid w:val="00385DE3"/>
    <w:rsid w:val="0038681F"/>
    <w:rsid w:val="003E2E03"/>
    <w:rsid w:val="003F4311"/>
    <w:rsid w:val="0047188D"/>
    <w:rsid w:val="00474F02"/>
    <w:rsid w:val="00507932"/>
    <w:rsid w:val="00522E43"/>
    <w:rsid w:val="005232F5"/>
    <w:rsid w:val="00523BEA"/>
    <w:rsid w:val="0053309D"/>
    <w:rsid w:val="0055238C"/>
    <w:rsid w:val="005705BF"/>
    <w:rsid w:val="005943DA"/>
    <w:rsid w:val="005A6B00"/>
    <w:rsid w:val="005C21C9"/>
    <w:rsid w:val="005C7AFF"/>
    <w:rsid w:val="005F26B9"/>
    <w:rsid w:val="00643AC4"/>
    <w:rsid w:val="00644F34"/>
    <w:rsid w:val="006661AF"/>
    <w:rsid w:val="00670051"/>
    <w:rsid w:val="00681741"/>
    <w:rsid w:val="006835FF"/>
    <w:rsid w:val="006B6B2C"/>
    <w:rsid w:val="006B79B9"/>
    <w:rsid w:val="006C514E"/>
    <w:rsid w:val="006C67CE"/>
    <w:rsid w:val="006D0D6A"/>
    <w:rsid w:val="0071191E"/>
    <w:rsid w:val="007209E0"/>
    <w:rsid w:val="007338F4"/>
    <w:rsid w:val="00744EC4"/>
    <w:rsid w:val="00754551"/>
    <w:rsid w:val="00776028"/>
    <w:rsid w:val="007A69A6"/>
    <w:rsid w:val="007C403D"/>
    <w:rsid w:val="008333ED"/>
    <w:rsid w:val="00851382"/>
    <w:rsid w:val="00861926"/>
    <w:rsid w:val="0088290B"/>
    <w:rsid w:val="008B3D4E"/>
    <w:rsid w:val="008C26CE"/>
    <w:rsid w:val="008E7688"/>
    <w:rsid w:val="008F0E35"/>
    <w:rsid w:val="008F4C84"/>
    <w:rsid w:val="00907D45"/>
    <w:rsid w:val="00923DEF"/>
    <w:rsid w:val="00931D5E"/>
    <w:rsid w:val="00935472"/>
    <w:rsid w:val="00936CF8"/>
    <w:rsid w:val="00937E7C"/>
    <w:rsid w:val="00955977"/>
    <w:rsid w:val="0095716B"/>
    <w:rsid w:val="009C6F66"/>
    <w:rsid w:val="009F239D"/>
    <w:rsid w:val="009F711B"/>
    <w:rsid w:val="009F75B4"/>
    <w:rsid w:val="00AC3124"/>
    <w:rsid w:val="00AC4893"/>
    <w:rsid w:val="00AE4990"/>
    <w:rsid w:val="00AF0DE7"/>
    <w:rsid w:val="00B15233"/>
    <w:rsid w:val="00B81BF6"/>
    <w:rsid w:val="00BB1052"/>
    <w:rsid w:val="00BB3E32"/>
    <w:rsid w:val="00BC113F"/>
    <w:rsid w:val="00BD3175"/>
    <w:rsid w:val="00BD6FA5"/>
    <w:rsid w:val="00BF0D73"/>
    <w:rsid w:val="00C04AE4"/>
    <w:rsid w:val="00C05C7A"/>
    <w:rsid w:val="00C46F48"/>
    <w:rsid w:val="00C564B2"/>
    <w:rsid w:val="00C66FC3"/>
    <w:rsid w:val="00C72D22"/>
    <w:rsid w:val="00C82AD1"/>
    <w:rsid w:val="00C916A3"/>
    <w:rsid w:val="00C92E19"/>
    <w:rsid w:val="00CA3922"/>
    <w:rsid w:val="00CC6C98"/>
    <w:rsid w:val="00CE4F1E"/>
    <w:rsid w:val="00D01958"/>
    <w:rsid w:val="00D22014"/>
    <w:rsid w:val="00D251CC"/>
    <w:rsid w:val="00D344D3"/>
    <w:rsid w:val="00D368D4"/>
    <w:rsid w:val="00D546B8"/>
    <w:rsid w:val="00D94812"/>
    <w:rsid w:val="00D96085"/>
    <w:rsid w:val="00DD113C"/>
    <w:rsid w:val="00E32BBC"/>
    <w:rsid w:val="00E3660B"/>
    <w:rsid w:val="00E615D2"/>
    <w:rsid w:val="00E753B1"/>
    <w:rsid w:val="00EB7F6D"/>
    <w:rsid w:val="00EC67EE"/>
    <w:rsid w:val="00ED5174"/>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34992BC3"/>
  <w15:chartTrackingRefBased/>
  <w15:docId w15:val="{82A0F47F-EF52-4EF8-BEA4-00D0F25A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AntetCaracter">
    <w:name w:val="Antet Caracter"/>
    <w:link w:val="Antet"/>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rPr>
  </w:style>
  <w:style w:type="paragraph" w:styleId="Listparagraf">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Titlu3Caracter">
    <w:name w:val="Titlu 3 Caracter"/>
    <w:aliases w:val="Podpodkapitola Caracter,adpis 3 Caracter,KopCat. 3 Caracter,Numbered - 3 Caracter"/>
    <w:link w:val="Titlu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7AE91-5B64-41A9-85E8-0A6A6A99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10</Pages>
  <Words>2529</Words>
  <Characters>16413</Characters>
  <Application>Microsoft Office Word</Application>
  <DocSecurity>0</DocSecurity>
  <Lines>136</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18905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adriana.muresan@por.adrcentru</cp:lastModifiedBy>
  <cp:revision>4</cp:revision>
  <cp:lastPrinted>2022-03-29T08:07:00Z</cp:lastPrinted>
  <dcterms:created xsi:type="dcterms:W3CDTF">2024-01-30T20:00:00Z</dcterms:created>
  <dcterms:modified xsi:type="dcterms:W3CDTF">2025-08-19T09:58:00Z</dcterms:modified>
</cp:coreProperties>
</file>